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65BFD" w14:textId="77777777" w:rsidR="00AB0F7E" w:rsidRDefault="00AB0F7E" w:rsidP="008243C8">
      <w:pPr>
        <w:pStyle w:val="Ttol1"/>
      </w:pPr>
      <w:r w:rsidRPr="0027551A">
        <w:t>LONG LIST</w:t>
      </w:r>
    </w:p>
    <w:p w14:paraId="3D13E7BB" w14:textId="77777777" w:rsidR="00C866BF" w:rsidRDefault="00C866BF" w:rsidP="006D6962"/>
    <w:p w14:paraId="3FADBD36" w14:textId="77777777" w:rsidR="00C866BF" w:rsidRDefault="00C866BF" w:rsidP="006D6962"/>
    <w:p w14:paraId="07409703" w14:textId="77777777" w:rsidR="00C866BF" w:rsidRPr="00C866BF" w:rsidRDefault="00C866BF" w:rsidP="006D6962"/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4994"/>
        <w:gridCol w:w="1276"/>
        <w:gridCol w:w="567"/>
        <w:gridCol w:w="3260"/>
        <w:gridCol w:w="2977"/>
      </w:tblGrid>
      <w:tr w:rsidR="00AB0F7E" w:rsidRPr="0027551A" w14:paraId="632E81F2" w14:textId="77777777" w:rsidTr="00FC6D84">
        <w:trPr>
          <w:cantSplit/>
        </w:trPr>
        <w:tc>
          <w:tcPr>
            <w:tcW w:w="1951" w:type="dxa"/>
            <w:shd w:val="pct5" w:color="auto" w:fill="FFFFFF"/>
            <w:vAlign w:val="center"/>
          </w:tcPr>
          <w:p w14:paraId="53EE1220" w14:textId="77777777" w:rsidR="00AB0F7E" w:rsidRPr="0027551A" w:rsidRDefault="00AB0F7E" w:rsidP="000F44CE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27551A">
              <w:rPr>
                <w:rFonts w:ascii="Times New Roman" w:hAnsi="Times New Roman"/>
                <w:b/>
                <w:szCs w:val="22"/>
              </w:rPr>
              <w:t>Contract title:</w:t>
            </w:r>
          </w:p>
        </w:tc>
        <w:tc>
          <w:tcPr>
            <w:tcW w:w="4994" w:type="dxa"/>
            <w:vAlign w:val="center"/>
          </w:tcPr>
          <w:p w14:paraId="6F3A2CC4" w14:textId="77777777" w:rsidR="00AB0F7E" w:rsidRPr="0027551A" w:rsidRDefault="00AB0F7E" w:rsidP="000F44CE">
            <w:pPr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276" w:type="dxa"/>
            <w:shd w:val="pct5" w:color="auto" w:fill="FFFFFF"/>
          </w:tcPr>
          <w:p w14:paraId="25D43E8F" w14:textId="77777777" w:rsidR="00AB0F7E" w:rsidRPr="0027551A" w:rsidRDefault="00AB0F7E" w:rsidP="000F44CE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27551A">
              <w:rPr>
                <w:rFonts w:ascii="Times New Roman" w:hAnsi="Times New Roman"/>
                <w:b/>
                <w:szCs w:val="22"/>
              </w:rPr>
              <w:t>Lot no:</w:t>
            </w:r>
          </w:p>
        </w:tc>
        <w:tc>
          <w:tcPr>
            <w:tcW w:w="567" w:type="dxa"/>
            <w:vAlign w:val="center"/>
          </w:tcPr>
          <w:p w14:paraId="5A70C864" w14:textId="77777777" w:rsidR="00AB0F7E" w:rsidRPr="0027551A" w:rsidRDefault="00AB0F7E" w:rsidP="000F44CE">
            <w:pPr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0" w:type="dxa"/>
            <w:shd w:val="pct5" w:color="auto" w:fill="FFFFFF"/>
          </w:tcPr>
          <w:p w14:paraId="33C4995E" w14:textId="77777777" w:rsidR="00AB0F7E" w:rsidRPr="0027551A" w:rsidRDefault="00AB0F7E" w:rsidP="000F44CE">
            <w:pPr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27551A"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2977" w:type="dxa"/>
          </w:tcPr>
          <w:p w14:paraId="183C7A5A" w14:textId="77777777" w:rsidR="00AB0F7E" w:rsidRPr="0027551A" w:rsidRDefault="00AB0F7E" w:rsidP="000F44CE">
            <w:pPr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0A3C040C" w14:textId="77777777" w:rsidR="00C866BF" w:rsidRPr="00081FF5" w:rsidRDefault="00C866BF" w:rsidP="00081FF5">
      <w:pPr>
        <w:spacing w:before="0"/>
      </w:pPr>
    </w:p>
    <w:tbl>
      <w:tblPr>
        <w:tblW w:w="1502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549"/>
        <w:gridCol w:w="2262"/>
        <w:gridCol w:w="1417"/>
        <w:gridCol w:w="851"/>
        <w:gridCol w:w="1712"/>
        <w:gridCol w:w="567"/>
        <w:gridCol w:w="977"/>
        <w:gridCol w:w="16"/>
        <w:gridCol w:w="992"/>
        <w:gridCol w:w="713"/>
        <w:gridCol w:w="43"/>
        <w:gridCol w:w="1091"/>
        <w:gridCol w:w="738"/>
        <w:gridCol w:w="821"/>
        <w:gridCol w:w="709"/>
      </w:tblGrid>
      <w:tr w:rsidR="00301AC5" w:rsidRPr="0027551A" w14:paraId="11169157" w14:textId="77777777" w:rsidTr="00012089">
        <w:trPr>
          <w:cantSplit/>
          <w:trHeight w:val="2080"/>
          <w:tblHeader/>
        </w:trPr>
        <w:tc>
          <w:tcPr>
            <w:tcW w:w="567" w:type="dxa"/>
            <w:shd w:val="pct5" w:color="auto" w:fill="FFFFFF"/>
            <w:textDirection w:val="btLr"/>
          </w:tcPr>
          <w:p w14:paraId="3B73FFC0" w14:textId="6C4B289A" w:rsidR="00301AC5" w:rsidRPr="0027551A" w:rsidRDefault="00301AC5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Request to participate</w:t>
            </w:r>
            <w:r w:rsidRPr="0027551A">
              <w:rPr>
                <w:rFonts w:ascii="Times New Roman" w:hAnsi="Times New Roman"/>
                <w:sz w:val="20"/>
              </w:rPr>
              <w:t xml:space="preserve"> No</w:t>
            </w:r>
          </w:p>
        </w:tc>
        <w:tc>
          <w:tcPr>
            <w:tcW w:w="1549" w:type="dxa"/>
            <w:shd w:val="pct5" w:color="auto" w:fill="FFFFFF"/>
          </w:tcPr>
          <w:p w14:paraId="6C2735D9" w14:textId="77777777" w:rsidR="00301AC5" w:rsidRPr="0027551A" w:rsidRDefault="00301AC5" w:rsidP="000F44CE">
            <w:pPr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Leader</w:t>
            </w:r>
          </w:p>
          <w:p w14:paraId="282C4009" w14:textId="77777777" w:rsidR="00301AC5" w:rsidRDefault="00301AC5" w:rsidP="00FC6D84">
            <w:pPr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br/>
              <w:t>Name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14:paraId="3749C283" w14:textId="2D09F281" w:rsidR="00D21204" w:rsidRPr="0027551A" w:rsidRDefault="00D21204" w:rsidP="00D21204">
            <w:pPr>
              <w:spacing w:before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(nationality)</w:t>
            </w:r>
          </w:p>
        </w:tc>
        <w:tc>
          <w:tcPr>
            <w:tcW w:w="2262" w:type="dxa"/>
            <w:shd w:val="pct5" w:color="auto" w:fill="FFFFFF"/>
          </w:tcPr>
          <w:p w14:paraId="23B7FF06" w14:textId="77777777" w:rsidR="00301AC5" w:rsidRDefault="00301AC5" w:rsidP="000F44CE">
            <w:pPr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Other members of the consortium, if any</w:t>
            </w:r>
            <w:r w:rsidRPr="0027551A">
              <w:rPr>
                <w:rFonts w:ascii="Times New Roman" w:hAnsi="Times New Roman"/>
                <w:sz w:val="20"/>
              </w:rPr>
              <w:br/>
            </w:r>
            <w:r w:rsidRPr="0027551A">
              <w:rPr>
                <w:rFonts w:ascii="Times New Roman" w:hAnsi="Times New Roman"/>
                <w:sz w:val="20"/>
              </w:rPr>
              <w:br/>
              <w:t>Name</w:t>
            </w:r>
          </w:p>
          <w:p w14:paraId="4959AB53" w14:textId="4D2810CC" w:rsidR="00D21204" w:rsidRPr="0027551A" w:rsidRDefault="00D21204" w:rsidP="000C59E6">
            <w:pPr>
              <w:spacing w:before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(nationality)</w:t>
            </w:r>
          </w:p>
          <w:p w14:paraId="64BF3E14" w14:textId="321757B2" w:rsidR="00301AC5" w:rsidRPr="0027551A" w:rsidRDefault="00301AC5" w:rsidP="000F44CE">
            <w:pPr>
              <w:spacing w:before="0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shd w:val="pct5" w:color="auto" w:fill="FFFFFF"/>
            <w:textDirection w:val="btLr"/>
          </w:tcPr>
          <w:p w14:paraId="17BD6840" w14:textId="77777777" w:rsidR="00301AC5" w:rsidRDefault="00301AC5" w:rsidP="005B57FB">
            <w:pPr>
              <w:spacing w:before="0"/>
              <w:ind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Subcontractors and capacity providing entities, if any</w:t>
            </w:r>
          </w:p>
          <w:p w14:paraId="585510B4" w14:textId="346F7234" w:rsidR="00301AC5" w:rsidRDefault="00301AC5" w:rsidP="005B57FB">
            <w:pPr>
              <w:spacing w:before="0"/>
              <w:ind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Name </w:t>
            </w:r>
            <w:r w:rsidR="000C59E6">
              <w:rPr>
                <w:rFonts w:ascii="Times New Roman" w:hAnsi="Times New Roman"/>
                <w:sz w:val="20"/>
              </w:rPr>
              <w:t>&amp; nationality</w:t>
            </w:r>
          </w:p>
          <w:p w14:paraId="526E9EBC" w14:textId="77777777" w:rsidR="00301AC5" w:rsidRDefault="00301AC5" w:rsidP="005B57FB">
            <w:pPr>
              <w:spacing w:before="0"/>
              <w:ind w:left="113" w:right="113"/>
              <w:rPr>
                <w:rFonts w:ascii="Times New Roman" w:hAnsi="Times New Roman"/>
                <w:sz w:val="20"/>
              </w:rPr>
            </w:pPr>
          </w:p>
          <w:p w14:paraId="78CC67DD" w14:textId="77777777" w:rsidR="00301AC5" w:rsidRDefault="00301AC5" w:rsidP="005B57FB">
            <w:pPr>
              <w:spacing w:before="0"/>
              <w:ind w:left="113" w:right="113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shd w:val="pct5" w:color="auto" w:fill="FFFFFF"/>
            <w:textDirection w:val="btLr"/>
          </w:tcPr>
          <w:p w14:paraId="54B973C2" w14:textId="77777777" w:rsidR="00301AC5" w:rsidRPr="0027551A" w:rsidRDefault="00301AC5" w:rsidP="005B57FB">
            <w:pPr>
              <w:spacing w:before="0"/>
              <w:ind w:left="113" w:right="11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Submitted in time</w:t>
            </w:r>
            <w:r w:rsidRPr="0027551A">
              <w:rPr>
                <w:rFonts w:ascii="Times New Roman" w:hAnsi="Times New Roman"/>
                <w:sz w:val="20"/>
              </w:rPr>
              <w:t>?</w:t>
            </w:r>
            <w:r w:rsidRPr="0027551A">
              <w:rPr>
                <w:rStyle w:val="Refernciadenotaapeudepgina"/>
              </w:rPr>
              <w:footnoteReference w:id="1"/>
            </w:r>
          </w:p>
        </w:tc>
        <w:tc>
          <w:tcPr>
            <w:tcW w:w="1712" w:type="dxa"/>
            <w:shd w:val="pct5" w:color="auto" w:fill="FFFFFF"/>
            <w:textDirection w:val="btLr"/>
            <w:vAlign w:val="center"/>
          </w:tcPr>
          <w:p w14:paraId="699AB7A9" w14:textId="1850D110" w:rsidR="00301AC5" w:rsidRPr="0027551A" w:rsidRDefault="00301AC5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 xml:space="preserve">Standard </w:t>
            </w:r>
            <w:r>
              <w:rPr>
                <w:rFonts w:ascii="Times New Roman" w:hAnsi="Times New Roman"/>
                <w:sz w:val="20"/>
              </w:rPr>
              <w:t>request to participate</w:t>
            </w:r>
            <w:r w:rsidRPr="0027551A">
              <w:rPr>
                <w:rFonts w:ascii="Times New Roman" w:hAnsi="Times New Roman"/>
                <w:sz w:val="20"/>
              </w:rPr>
              <w:t xml:space="preserve"> form duly completed and only 1 </w:t>
            </w:r>
            <w:r>
              <w:rPr>
                <w:rFonts w:ascii="Times New Roman" w:hAnsi="Times New Roman"/>
                <w:sz w:val="20"/>
              </w:rPr>
              <w:t>request to participate</w:t>
            </w:r>
            <w:r w:rsidRPr="0027551A">
              <w:rPr>
                <w:rFonts w:ascii="Times New Roman" w:hAnsi="Times New Roman"/>
                <w:sz w:val="20"/>
              </w:rPr>
              <w:t xml:space="preserve"> submitted per candidate </w:t>
            </w:r>
            <w:r>
              <w:rPr>
                <w:rFonts w:ascii="Times New Roman" w:hAnsi="Times New Roman"/>
                <w:sz w:val="20"/>
              </w:rPr>
              <w:t>(</w:t>
            </w:r>
            <w:r w:rsidRPr="0027551A">
              <w:rPr>
                <w:rFonts w:ascii="Times New Roman" w:hAnsi="Times New Roman"/>
                <w:sz w:val="20"/>
              </w:rPr>
              <w:t>Y/N)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shd w:val="pct5" w:color="auto" w:fill="FFFFFF"/>
            <w:textDirection w:val="btLr"/>
            <w:vAlign w:val="center"/>
          </w:tcPr>
          <w:p w14:paraId="51112221" w14:textId="77777777" w:rsidR="00301AC5" w:rsidRPr="0027551A" w:rsidRDefault="00301AC5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Declarations? (Y/N)</w:t>
            </w:r>
          </w:p>
        </w:tc>
        <w:tc>
          <w:tcPr>
            <w:tcW w:w="977" w:type="dxa"/>
            <w:tcBorders>
              <w:left w:val="nil"/>
            </w:tcBorders>
            <w:shd w:val="pct5" w:color="auto" w:fill="FFFFFF"/>
            <w:textDirection w:val="btLr"/>
            <w:vAlign w:val="center"/>
          </w:tcPr>
          <w:p w14:paraId="19573005" w14:textId="77777777" w:rsidR="00301AC5" w:rsidRPr="0027551A" w:rsidRDefault="00301AC5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Economic &amp; financial capacity? (OK/a/b/…)</w:t>
            </w:r>
            <w:r w:rsidRPr="0027551A">
              <w:rPr>
                <w:rStyle w:val="Refernciadenotaapeudepgina"/>
              </w:rPr>
              <w:footnoteReference w:id="2"/>
            </w:r>
          </w:p>
        </w:tc>
        <w:tc>
          <w:tcPr>
            <w:tcW w:w="1008" w:type="dxa"/>
            <w:gridSpan w:val="2"/>
            <w:shd w:val="pct5" w:color="auto" w:fill="FFFFFF"/>
            <w:textDirection w:val="btLr"/>
            <w:vAlign w:val="center"/>
          </w:tcPr>
          <w:p w14:paraId="40D9F619" w14:textId="77777777" w:rsidR="00301AC5" w:rsidRPr="0027551A" w:rsidRDefault="00301AC5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27551A">
              <w:rPr>
                <w:rFonts w:ascii="Times New Roman" w:hAnsi="Times New Roman"/>
                <w:sz w:val="20"/>
              </w:rPr>
              <w:t xml:space="preserve">Professional capacity? (OK/a/b/…) </w:t>
            </w:r>
            <w:r w:rsidRPr="0027551A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  <w:tc>
          <w:tcPr>
            <w:tcW w:w="756" w:type="dxa"/>
            <w:gridSpan w:val="2"/>
            <w:shd w:val="pct5" w:color="auto" w:fill="FFFFFF"/>
            <w:textDirection w:val="btLr"/>
            <w:vAlign w:val="center"/>
          </w:tcPr>
          <w:p w14:paraId="04C30576" w14:textId="77777777" w:rsidR="00301AC5" w:rsidRPr="0027551A" w:rsidRDefault="00301AC5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Technical capacity? (OK/a/b/…)</w:t>
            </w:r>
            <w:r w:rsidRPr="0027551A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  <w:tc>
          <w:tcPr>
            <w:tcW w:w="1091" w:type="dxa"/>
            <w:shd w:val="pct5" w:color="auto" w:fill="FFFFFF"/>
            <w:textDirection w:val="btLr"/>
          </w:tcPr>
          <w:p w14:paraId="48B53451" w14:textId="55682C75" w:rsidR="00301AC5" w:rsidRPr="0027551A" w:rsidRDefault="00301AC5" w:rsidP="000F44CE">
            <w:pPr>
              <w:spacing w:before="120" w:after="12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Short-listed on  Experience Ref No:</w:t>
            </w:r>
          </w:p>
        </w:tc>
        <w:tc>
          <w:tcPr>
            <w:tcW w:w="738" w:type="dxa"/>
            <w:shd w:val="pct5" w:color="auto" w:fill="FFFFFF"/>
            <w:textDirection w:val="btLr"/>
            <w:vAlign w:val="center"/>
          </w:tcPr>
          <w:p w14:paraId="6AA4E6F5" w14:textId="77777777" w:rsidR="00301AC5" w:rsidRPr="0027551A" w:rsidRDefault="00301AC5" w:rsidP="000F44CE">
            <w:pPr>
              <w:spacing w:before="120" w:after="12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Justification</w:t>
            </w:r>
          </w:p>
        </w:tc>
        <w:tc>
          <w:tcPr>
            <w:tcW w:w="821" w:type="dxa"/>
            <w:shd w:val="pct5" w:color="auto" w:fill="FFFFFF"/>
            <w:textDirection w:val="btLr"/>
            <w:vAlign w:val="center"/>
          </w:tcPr>
          <w:p w14:paraId="533D358C" w14:textId="77777777" w:rsidR="00301AC5" w:rsidRPr="0027551A" w:rsidRDefault="00301AC5" w:rsidP="00A82D42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Eliminated/Retained after re-examination</w:t>
            </w:r>
            <w:r w:rsidRPr="0027551A">
              <w:rPr>
                <w:rStyle w:val="Refernciadenotaapeudepgina"/>
              </w:rPr>
              <w:footnoteReference w:id="3"/>
            </w:r>
          </w:p>
        </w:tc>
        <w:tc>
          <w:tcPr>
            <w:tcW w:w="709" w:type="dxa"/>
            <w:shd w:val="pct5" w:color="auto" w:fill="FFFFFF"/>
            <w:textDirection w:val="btLr"/>
            <w:vAlign w:val="center"/>
          </w:tcPr>
          <w:p w14:paraId="6E3C0EF4" w14:textId="77777777" w:rsidR="00301AC5" w:rsidRPr="0027551A" w:rsidRDefault="00301AC5" w:rsidP="000F44CE">
            <w:pPr>
              <w:spacing w:before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Short-listed? (Y/N)</w:t>
            </w:r>
          </w:p>
        </w:tc>
      </w:tr>
      <w:tr w:rsidR="00301AC5" w:rsidRPr="0027551A" w14:paraId="087AB80E" w14:textId="77777777" w:rsidTr="00012089">
        <w:trPr>
          <w:cantSplit/>
        </w:trPr>
        <w:tc>
          <w:tcPr>
            <w:tcW w:w="567" w:type="dxa"/>
          </w:tcPr>
          <w:p w14:paraId="29D2834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549" w:type="dxa"/>
          </w:tcPr>
          <w:p w14:paraId="0C024DD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4F7153A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49A1FA2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660608D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108D670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302524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2B1BCFB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64FBF8A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317F8E8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058B21F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45A3BE0D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35BEDC1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760DBF8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4158F60A" w14:textId="77777777" w:rsidTr="00012089">
        <w:trPr>
          <w:cantSplit/>
        </w:trPr>
        <w:tc>
          <w:tcPr>
            <w:tcW w:w="567" w:type="dxa"/>
          </w:tcPr>
          <w:p w14:paraId="66F3A22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549" w:type="dxa"/>
          </w:tcPr>
          <w:p w14:paraId="2BA0FE2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5A41D56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2AA5EBED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3A58AC7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76DCB14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1BF7FC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5A94E95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1DC809A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1E27A9E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72ADF96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1744DEC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48221D6D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5FCFC8D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4AD25E50" w14:textId="77777777" w:rsidTr="00012089">
        <w:trPr>
          <w:cantSplit/>
        </w:trPr>
        <w:tc>
          <w:tcPr>
            <w:tcW w:w="567" w:type="dxa"/>
          </w:tcPr>
          <w:p w14:paraId="0CE3A2D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549" w:type="dxa"/>
          </w:tcPr>
          <w:p w14:paraId="13EBF23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5DB72FF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57B7313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29E76D0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2E4DCCC1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9E5CF7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70556531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1717FBE5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0E2733A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10F5F8C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47565D2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573FD5F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46FF4A4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0956237C" w14:textId="77777777" w:rsidTr="00012089">
        <w:trPr>
          <w:cantSplit/>
        </w:trPr>
        <w:tc>
          <w:tcPr>
            <w:tcW w:w="567" w:type="dxa"/>
          </w:tcPr>
          <w:p w14:paraId="037903F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549" w:type="dxa"/>
          </w:tcPr>
          <w:p w14:paraId="54992F6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13BD8AF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6989172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4B4ACCF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0FA64C1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B29B42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09F01AD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5B42CDF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2CE4ACD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5BC67BD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688A67A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20B795D7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3DFC0B9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3A806BAD" w14:textId="77777777" w:rsidTr="00012089">
        <w:trPr>
          <w:cantSplit/>
        </w:trPr>
        <w:tc>
          <w:tcPr>
            <w:tcW w:w="567" w:type="dxa"/>
          </w:tcPr>
          <w:p w14:paraId="489C0E4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549" w:type="dxa"/>
          </w:tcPr>
          <w:p w14:paraId="25DCCFE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231F978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0E05A12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090490C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0F3368A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EA68F3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06D25DE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4F6802C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643EC901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57B2273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689772D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151DD111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33EA31A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31022C1B" w14:textId="77777777" w:rsidTr="00012089">
        <w:trPr>
          <w:cantSplit/>
        </w:trPr>
        <w:tc>
          <w:tcPr>
            <w:tcW w:w="567" w:type="dxa"/>
          </w:tcPr>
          <w:p w14:paraId="6BAF9DA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549" w:type="dxa"/>
          </w:tcPr>
          <w:p w14:paraId="4B40907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06F251D7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193A5237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6D70C8C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1AD3F22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45310F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11BF2BE7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6E03F1A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285B022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466EE56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276308E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1D58EB5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7748701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6273A635" w14:textId="77777777" w:rsidTr="00012089">
        <w:trPr>
          <w:cantSplit/>
        </w:trPr>
        <w:tc>
          <w:tcPr>
            <w:tcW w:w="567" w:type="dxa"/>
          </w:tcPr>
          <w:p w14:paraId="3B62CF5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lastRenderedPageBreak/>
              <w:t>7</w:t>
            </w:r>
          </w:p>
        </w:tc>
        <w:tc>
          <w:tcPr>
            <w:tcW w:w="1549" w:type="dxa"/>
          </w:tcPr>
          <w:p w14:paraId="58BA0E8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74CC58E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5E7AE25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2B4B0B3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78F8FE8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ABE18DD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09CC9707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08CAAFA1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62C05CE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08B9B4B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57575275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4C033B41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330503E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701F5138" w14:textId="77777777" w:rsidTr="00012089">
        <w:trPr>
          <w:cantSplit/>
        </w:trPr>
        <w:tc>
          <w:tcPr>
            <w:tcW w:w="567" w:type="dxa"/>
          </w:tcPr>
          <w:p w14:paraId="09BC31A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549" w:type="dxa"/>
          </w:tcPr>
          <w:p w14:paraId="13CA54F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542AA4D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03033B95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2E11645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6C42898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5A4AB7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77" w:type="dxa"/>
            <w:tcBorders>
              <w:left w:val="nil"/>
            </w:tcBorders>
          </w:tcPr>
          <w:p w14:paraId="595236A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8" w:type="dxa"/>
            <w:gridSpan w:val="2"/>
          </w:tcPr>
          <w:p w14:paraId="4206FF9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</w:tcPr>
          <w:p w14:paraId="2187ADF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91" w:type="dxa"/>
          </w:tcPr>
          <w:p w14:paraId="6D2A282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05538CA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7147C1E6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68E68F96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24CD75FB" w14:textId="77777777" w:rsidTr="00012089">
        <w:trPr>
          <w:cantSplit/>
        </w:trPr>
        <w:tc>
          <w:tcPr>
            <w:tcW w:w="567" w:type="dxa"/>
          </w:tcPr>
          <w:p w14:paraId="7C7BC87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549" w:type="dxa"/>
          </w:tcPr>
          <w:p w14:paraId="33C6E955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70F222D7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142F7E7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7D12F4C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5B45E29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287F98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</w:tcPr>
          <w:p w14:paraId="757DAC7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714DBF3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dxa"/>
          </w:tcPr>
          <w:p w14:paraId="4EAEBD4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14:paraId="20A16F6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6C3C2F0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5BE5844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0F114695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4F974F1D" w14:textId="77777777" w:rsidTr="00012089">
        <w:trPr>
          <w:cantSplit/>
        </w:trPr>
        <w:tc>
          <w:tcPr>
            <w:tcW w:w="567" w:type="dxa"/>
          </w:tcPr>
          <w:p w14:paraId="7933EC55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549" w:type="dxa"/>
          </w:tcPr>
          <w:p w14:paraId="57FE6406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555030C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006CA3D5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62D5CBD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3EF8D59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2B451E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</w:tcPr>
          <w:p w14:paraId="7AB7916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6F518E2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dxa"/>
          </w:tcPr>
          <w:p w14:paraId="26C8676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14:paraId="7134D66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131124E7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13C1677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7DAC21BD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3B2EA0C5" w14:textId="77777777" w:rsidTr="00012089">
        <w:trPr>
          <w:cantSplit/>
        </w:trPr>
        <w:tc>
          <w:tcPr>
            <w:tcW w:w="567" w:type="dxa"/>
          </w:tcPr>
          <w:p w14:paraId="7AC2E45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1549" w:type="dxa"/>
          </w:tcPr>
          <w:p w14:paraId="21BE275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16F8BAC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5F2253A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42EF6AE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75E5263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5DA297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</w:tcPr>
          <w:p w14:paraId="1D74549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12DD6FA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dxa"/>
          </w:tcPr>
          <w:p w14:paraId="54115B3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14:paraId="38E54F5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502231F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4AE4D89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48568B66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014E895D" w14:textId="77777777" w:rsidTr="00012089">
        <w:trPr>
          <w:cantSplit/>
        </w:trPr>
        <w:tc>
          <w:tcPr>
            <w:tcW w:w="567" w:type="dxa"/>
          </w:tcPr>
          <w:p w14:paraId="06DA81C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549" w:type="dxa"/>
          </w:tcPr>
          <w:p w14:paraId="07B2865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66D79A07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783CFF1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5714166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38ACA55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369C05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</w:tcPr>
          <w:p w14:paraId="0B05AE91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7406B10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dxa"/>
          </w:tcPr>
          <w:p w14:paraId="3FC2A79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14:paraId="29A45FD7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21FD8AFB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16C98AC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4CDE256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6993A3AE" w14:textId="77777777" w:rsidTr="00012089">
        <w:trPr>
          <w:cantSplit/>
        </w:trPr>
        <w:tc>
          <w:tcPr>
            <w:tcW w:w="567" w:type="dxa"/>
          </w:tcPr>
          <w:p w14:paraId="3CF86231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549" w:type="dxa"/>
          </w:tcPr>
          <w:p w14:paraId="1FDBCE7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4E8D6ACD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224708B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1A2586C8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2CB072A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425ADD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</w:tcPr>
          <w:p w14:paraId="148A009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0D44AC1F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dxa"/>
          </w:tcPr>
          <w:p w14:paraId="1E8BD4E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14:paraId="7572E81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543DF20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677BABC5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0E79969C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01AC5" w:rsidRPr="0027551A" w14:paraId="74CB1E46" w14:textId="77777777" w:rsidTr="00012089">
        <w:trPr>
          <w:cantSplit/>
        </w:trPr>
        <w:tc>
          <w:tcPr>
            <w:tcW w:w="567" w:type="dxa"/>
          </w:tcPr>
          <w:p w14:paraId="5FFB2F36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7551A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1549" w:type="dxa"/>
          </w:tcPr>
          <w:p w14:paraId="424F2520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2" w:type="dxa"/>
          </w:tcPr>
          <w:p w14:paraId="715015C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2860C611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239B525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12" w:type="dxa"/>
          </w:tcPr>
          <w:p w14:paraId="18B3B1F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8961B3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</w:tcPr>
          <w:p w14:paraId="019EFFDA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4BC9ECC4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13" w:type="dxa"/>
          </w:tcPr>
          <w:p w14:paraId="1C8CF93E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14:paraId="67427CE3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38" w:type="dxa"/>
          </w:tcPr>
          <w:p w14:paraId="7CBE0799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21" w:type="dxa"/>
          </w:tcPr>
          <w:p w14:paraId="21367172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14:paraId="40AAD571" w14:textId="77777777" w:rsidR="00301AC5" w:rsidRPr="0027551A" w:rsidRDefault="00301AC5" w:rsidP="000F44CE">
            <w:pPr>
              <w:spacing w:beforeLines="60" w:before="144" w:afterLines="60" w:after="144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5BB8E245" w14:textId="3B650317" w:rsidR="00C866BF" w:rsidRPr="0027551A" w:rsidRDefault="0075319F">
      <w:pPr>
        <w:ind w:left="0"/>
        <w:rPr>
          <w:rFonts w:ascii="Times New Roman" w:hAnsi="Times New Roman"/>
          <w:szCs w:val="22"/>
        </w:rPr>
      </w:pPr>
      <w:r w:rsidRPr="00C866BF" w:rsidDel="0075319F">
        <w:rPr>
          <w:rFonts w:ascii="Times New Roman" w:hAnsi="Times New Roman"/>
          <w:szCs w:val="22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309"/>
      </w:tblGrid>
      <w:tr w:rsidR="00AB0F7E" w:rsidRPr="0027551A" w14:paraId="3C004B5E" w14:textId="77777777" w:rsidTr="000F44CE">
        <w:tc>
          <w:tcPr>
            <w:tcW w:w="1701" w:type="dxa"/>
            <w:shd w:val="pct10" w:color="auto" w:fill="FFFFFF"/>
          </w:tcPr>
          <w:p w14:paraId="5ECD5DDC" w14:textId="77777777" w:rsidR="00AB0F7E" w:rsidRPr="0027551A" w:rsidRDefault="007C0F0A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27551A">
              <w:rPr>
                <w:rFonts w:ascii="Times New Roman" w:hAnsi="Times New Roman"/>
                <w:b/>
                <w:szCs w:val="22"/>
              </w:rPr>
              <w:t>Chairperson</w:t>
            </w:r>
            <w:r w:rsidR="0027551A">
              <w:rPr>
                <w:rFonts w:ascii="Times New Roman" w:hAnsi="Times New Roman"/>
                <w:b/>
                <w:szCs w:val="22"/>
              </w:rPr>
              <w:t>’</w:t>
            </w:r>
            <w:r w:rsidR="00AB0F7E" w:rsidRPr="0027551A">
              <w:rPr>
                <w:rFonts w:ascii="Times New Roman" w:hAnsi="Times New Roman"/>
                <w:b/>
                <w:szCs w:val="22"/>
              </w:rPr>
              <w:t>s name</w:t>
            </w:r>
          </w:p>
        </w:tc>
        <w:tc>
          <w:tcPr>
            <w:tcW w:w="7309" w:type="dxa"/>
            <w:vAlign w:val="center"/>
          </w:tcPr>
          <w:p w14:paraId="0796B73D" w14:textId="77777777" w:rsidR="00AB0F7E" w:rsidRPr="0027551A" w:rsidRDefault="00AB0F7E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AB0F7E" w:rsidRPr="0027551A" w14:paraId="432CCD1E" w14:textId="77777777" w:rsidTr="000F44CE">
        <w:tc>
          <w:tcPr>
            <w:tcW w:w="1701" w:type="dxa"/>
            <w:shd w:val="pct10" w:color="auto" w:fill="FFFFFF"/>
          </w:tcPr>
          <w:p w14:paraId="7258356E" w14:textId="77777777" w:rsidR="00AB0F7E" w:rsidRPr="0027551A" w:rsidRDefault="007C0F0A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27551A">
              <w:rPr>
                <w:rFonts w:ascii="Times New Roman" w:hAnsi="Times New Roman"/>
                <w:b/>
                <w:szCs w:val="22"/>
              </w:rPr>
              <w:t>Chairperson</w:t>
            </w:r>
            <w:r w:rsidR="0027551A">
              <w:rPr>
                <w:rFonts w:ascii="Times New Roman" w:hAnsi="Times New Roman"/>
                <w:b/>
                <w:szCs w:val="22"/>
              </w:rPr>
              <w:t>’</w:t>
            </w:r>
            <w:r w:rsidR="00AB0F7E" w:rsidRPr="0027551A">
              <w:rPr>
                <w:rFonts w:ascii="Times New Roman" w:hAnsi="Times New Roman"/>
                <w:b/>
                <w:szCs w:val="22"/>
              </w:rPr>
              <w:t>s signature</w:t>
            </w:r>
          </w:p>
        </w:tc>
        <w:tc>
          <w:tcPr>
            <w:tcW w:w="7309" w:type="dxa"/>
            <w:vAlign w:val="center"/>
          </w:tcPr>
          <w:p w14:paraId="58A67654" w14:textId="77777777" w:rsidR="00AB0F7E" w:rsidRDefault="00AB0F7E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  <w:p w14:paraId="3D06A676" w14:textId="77777777" w:rsidR="00012089" w:rsidRPr="0027551A" w:rsidRDefault="00012089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AB0F7E" w:rsidRPr="0027551A" w14:paraId="7AD1BB2E" w14:textId="77777777" w:rsidTr="000F44CE">
        <w:tc>
          <w:tcPr>
            <w:tcW w:w="1701" w:type="dxa"/>
            <w:shd w:val="pct10" w:color="auto" w:fill="FFFFFF"/>
          </w:tcPr>
          <w:p w14:paraId="28C5BFFB" w14:textId="77777777" w:rsidR="00AB0F7E" w:rsidRPr="0027551A" w:rsidRDefault="00AB0F7E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27551A"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7309" w:type="dxa"/>
            <w:vAlign w:val="center"/>
          </w:tcPr>
          <w:p w14:paraId="4562CFFB" w14:textId="77777777" w:rsidR="00AB0F7E" w:rsidRPr="0027551A" w:rsidRDefault="00AB0F7E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5B06BC3C" w14:textId="77777777" w:rsidR="00AB0F7E" w:rsidRPr="0027551A" w:rsidRDefault="00AB0F7E">
      <w:pPr>
        <w:ind w:left="0"/>
        <w:rPr>
          <w:rFonts w:ascii="Times New Roman" w:hAnsi="Times New Roman"/>
          <w:szCs w:val="22"/>
        </w:rPr>
      </w:pPr>
    </w:p>
    <w:sectPr w:rsidR="00AB0F7E" w:rsidRPr="0027551A" w:rsidSect="00DB4420">
      <w:footerReference w:type="default" r:id="rId11"/>
      <w:footerReference w:type="first" r:id="rId12"/>
      <w:type w:val="continuous"/>
      <w:pgSz w:w="16840" w:h="11907" w:orient="landscape" w:code="9"/>
      <w:pgMar w:top="709" w:right="680" w:bottom="1135" w:left="0" w:header="720" w:footer="720" w:gutter="567"/>
      <w:paperSrc w:first="15" w:other="15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CBEBA" w14:textId="77777777" w:rsidR="002A4C49" w:rsidRPr="0027551A" w:rsidRDefault="002A4C49">
      <w:r w:rsidRPr="0027551A">
        <w:separator/>
      </w:r>
    </w:p>
  </w:endnote>
  <w:endnote w:type="continuationSeparator" w:id="0">
    <w:p w14:paraId="7B26ECE2" w14:textId="77777777" w:rsidR="002A4C49" w:rsidRPr="0027551A" w:rsidRDefault="002A4C49">
      <w:r w:rsidRPr="0027551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90C88" w14:textId="26021702" w:rsidR="00CC30F5" w:rsidRPr="00FC6D84" w:rsidRDefault="006D6962" w:rsidP="00B41861">
    <w:pPr>
      <w:pStyle w:val="Peu"/>
      <w:pBdr>
        <w:top w:val="none" w:sz="0" w:space="0" w:color="auto"/>
      </w:pBdr>
      <w:tabs>
        <w:tab w:val="clear" w:pos="4111"/>
        <w:tab w:val="clear" w:pos="8760"/>
        <w:tab w:val="right" w:pos="15026"/>
      </w:tabs>
      <w:spacing w:before="120"/>
      <w:ind w:left="567"/>
      <w:rPr>
        <w:rStyle w:val="Nmerodepgina"/>
        <w:rFonts w:ascii="Times New Roman" w:hAnsi="Times New Roman"/>
        <w:b w:val="0"/>
        <w:szCs w:val="18"/>
      </w:rPr>
    </w:pPr>
    <w:r>
      <w:rPr>
        <w:rFonts w:ascii="Times New Roman" w:hAnsi="Times New Roman"/>
        <w:szCs w:val="18"/>
      </w:rPr>
      <w:t>202</w:t>
    </w:r>
    <w:r w:rsidR="00744431">
      <w:rPr>
        <w:rFonts w:ascii="Times New Roman" w:hAnsi="Times New Roman"/>
        <w:szCs w:val="18"/>
      </w:rPr>
      <w:t>4</w:t>
    </w:r>
    <w:r w:rsidR="00CC30F5" w:rsidRPr="00FC6D84">
      <w:rPr>
        <w:rFonts w:ascii="Arial" w:hAnsi="Arial"/>
        <w:b w:val="0"/>
        <w:szCs w:val="18"/>
      </w:rPr>
      <w:tab/>
    </w:r>
    <w:r w:rsidR="00CC30F5" w:rsidRPr="00FC6D84">
      <w:rPr>
        <w:rFonts w:ascii="Times New Roman" w:hAnsi="Times New Roman"/>
        <w:b w:val="0"/>
        <w:szCs w:val="18"/>
      </w:rPr>
      <w:t xml:space="preserve">Page </w:t>
    </w:r>
    <w:r w:rsidR="00CC30F5" w:rsidRPr="00FC6D84">
      <w:rPr>
        <w:rStyle w:val="Nmerodepgina"/>
        <w:rFonts w:ascii="Times New Roman" w:hAnsi="Times New Roman"/>
        <w:b w:val="0"/>
        <w:szCs w:val="18"/>
      </w:rPr>
      <w:fldChar w:fldCharType="begin"/>
    </w:r>
    <w:r w:rsidR="00CC30F5" w:rsidRPr="00FC6D84">
      <w:rPr>
        <w:rStyle w:val="Nmerodepgina"/>
        <w:rFonts w:ascii="Times New Roman" w:hAnsi="Times New Roman"/>
        <w:b w:val="0"/>
        <w:szCs w:val="18"/>
      </w:rPr>
      <w:instrText xml:space="preserve"> PAGE </w:instrText>
    </w:r>
    <w:r w:rsidR="00CC30F5" w:rsidRPr="00FC6D84">
      <w:rPr>
        <w:rStyle w:val="Nmerodepgina"/>
        <w:rFonts w:ascii="Times New Roman" w:hAnsi="Times New Roman"/>
        <w:b w:val="0"/>
        <w:szCs w:val="18"/>
      </w:rPr>
      <w:fldChar w:fldCharType="separate"/>
    </w:r>
    <w:r w:rsidR="00162C04">
      <w:rPr>
        <w:rStyle w:val="Nmerodepgina"/>
        <w:rFonts w:ascii="Times New Roman" w:hAnsi="Times New Roman"/>
        <w:b w:val="0"/>
        <w:noProof/>
        <w:szCs w:val="18"/>
      </w:rPr>
      <w:t>1</w:t>
    </w:r>
    <w:r w:rsidR="00CC30F5" w:rsidRPr="00FC6D84">
      <w:rPr>
        <w:rStyle w:val="Nmerodepgina"/>
        <w:rFonts w:ascii="Times New Roman" w:hAnsi="Times New Roman"/>
        <w:b w:val="0"/>
        <w:szCs w:val="18"/>
      </w:rPr>
      <w:fldChar w:fldCharType="end"/>
    </w:r>
    <w:r w:rsidR="00CC30F5" w:rsidRPr="00FC6D84">
      <w:rPr>
        <w:rStyle w:val="Nmerodepgina"/>
        <w:rFonts w:ascii="Times New Roman" w:hAnsi="Times New Roman"/>
        <w:b w:val="0"/>
        <w:szCs w:val="18"/>
      </w:rPr>
      <w:t xml:space="preserve"> of </w:t>
    </w:r>
    <w:r w:rsidR="00CC30F5" w:rsidRPr="00FC6D84">
      <w:rPr>
        <w:rStyle w:val="Nmerodepgina"/>
        <w:rFonts w:ascii="Times New Roman" w:hAnsi="Times New Roman"/>
        <w:b w:val="0"/>
        <w:szCs w:val="18"/>
      </w:rPr>
      <w:fldChar w:fldCharType="begin"/>
    </w:r>
    <w:r w:rsidR="00CC30F5" w:rsidRPr="00FC6D84">
      <w:rPr>
        <w:rStyle w:val="Nmerodepgina"/>
        <w:rFonts w:ascii="Times New Roman" w:hAnsi="Times New Roman"/>
        <w:b w:val="0"/>
        <w:szCs w:val="18"/>
      </w:rPr>
      <w:instrText xml:space="preserve"> NUMPAGES </w:instrText>
    </w:r>
    <w:r w:rsidR="00CC30F5" w:rsidRPr="00FC6D84">
      <w:rPr>
        <w:rStyle w:val="Nmerodepgina"/>
        <w:rFonts w:ascii="Times New Roman" w:hAnsi="Times New Roman"/>
        <w:b w:val="0"/>
        <w:szCs w:val="18"/>
      </w:rPr>
      <w:fldChar w:fldCharType="separate"/>
    </w:r>
    <w:r w:rsidR="00162C04">
      <w:rPr>
        <w:rStyle w:val="Nmerodepgina"/>
        <w:rFonts w:ascii="Times New Roman" w:hAnsi="Times New Roman"/>
        <w:b w:val="0"/>
        <w:noProof/>
        <w:szCs w:val="18"/>
      </w:rPr>
      <w:t>2</w:t>
    </w:r>
    <w:r w:rsidR="00CC30F5" w:rsidRPr="00FC6D84">
      <w:rPr>
        <w:rStyle w:val="Nmerodepgina"/>
        <w:rFonts w:ascii="Times New Roman" w:hAnsi="Times New Roman"/>
        <w:b w:val="0"/>
        <w:szCs w:val="18"/>
      </w:rPr>
      <w:fldChar w:fldCharType="end"/>
    </w:r>
  </w:p>
  <w:p w14:paraId="48E27D78" w14:textId="39397DAC" w:rsidR="00CC30F5" w:rsidRPr="00FC6D84" w:rsidRDefault="00DB7540" w:rsidP="00B41861">
    <w:pPr>
      <w:pStyle w:val="Peu"/>
      <w:pBdr>
        <w:top w:val="none" w:sz="0" w:space="0" w:color="auto"/>
      </w:pBdr>
      <w:tabs>
        <w:tab w:val="clear" w:pos="4111"/>
        <w:tab w:val="center" w:pos="7797"/>
      </w:tabs>
      <w:ind w:left="567"/>
      <w:rPr>
        <w:rFonts w:ascii="Times New Roman" w:hAnsi="Times New Roman"/>
        <w:b w:val="0"/>
        <w:szCs w:val="18"/>
      </w:rPr>
    </w:pPr>
    <w:r>
      <w:rPr>
        <w:rStyle w:val="Nmerodepgina"/>
        <w:rFonts w:ascii="Times New Roman" w:hAnsi="Times New Roman"/>
        <w:b w:val="0"/>
        <w:szCs w:val="18"/>
      </w:rPr>
      <w:fldChar w:fldCharType="begin"/>
    </w:r>
    <w:r>
      <w:rPr>
        <w:rStyle w:val="Nmerodepgina"/>
        <w:rFonts w:ascii="Times New Roman" w:hAnsi="Times New Roman"/>
        <w:b w:val="0"/>
        <w:szCs w:val="18"/>
      </w:rPr>
      <w:instrText xml:space="preserve"> FILENAME \* MERGEFORMAT </w:instrText>
    </w:r>
    <w:r>
      <w:rPr>
        <w:rStyle w:val="Nmerodepgina"/>
        <w:rFonts w:ascii="Times New Roman" w:hAnsi="Times New Roman"/>
        <w:b w:val="0"/>
        <w:szCs w:val="18"/>
      </w:rPr>
      <w:fldChar w:fldCharType="separate"/>
    </w:r>
    <w:r>
      <w:rPr>
        <w:rStyle w:val="Nmerodepgina"/>
        <w:rFonts w:ascii="Times New Roman" w:hAnsi="Times New Roman"/>
        <w:b w:val="0"/>
        <w:noProof/>
        <w:szCs w:val="18"/>
      </w:rPr>
      <w:t>S</w:t>
    </w:r>
    <w:r w:rsidR="00744431">
      <w:rPr>
        <w:rStyle w:val="Nmerodepgina"/>
        <w:rFonts w:ascii="Times New Roman" w:hAnsi="Times New Roman"/>
        <w:b w:val="0"/>
        <w:noProof/>
        <w:szCs w:val="18"/>
      </w:rPr>
      <w:t>V</w:t>
    </w:r>
    <w:r>
      <w:rPr>
        <w:rStyle w:val="Nmerodepgina"/>
        <w:rFonts w:ascii="Times New Roman" w:hAnsi="Times New Roman"/>
        <w:b w:val="0"/>
        <w:noProof/>
        <w:szCs w:val="18"/>
      </w:rPr>
      <w:t>2_longlist</w:t>
    </w:r>
    <w:r>
      <w:rPr>
        <w:rStyle w:val="Nmerodepgina"/>
        <w:rFonts w:ascii="Times New Roman" w:hAnsi="Times New Roman"/>
        <w:b w:val="0"/>
        <w:szCs w:val="18"/>
      </w:rPr>
      <w:fldChar w:fldCharType="end"/>
    </w:r>
    <w:r w:rsidRPr="00FC6D84">
      <w:rPr>
        <w:rFonts w:ascii="Times New Roman" w:hAnsi="Times New Roman"/>
        <w:b w:val="0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985F3" w14:textId="77777777" w:rsidR="00CC30F5" w:rsidRPr="0027551A" w:rsidRDefault="00A948CF" w:rsidP="00B80B88">
    <w:pPr>
      <w:pStyle w:val="Peu"/>
      <w:tabs>
        <w:tab w:val="clear" w:pos="4111"/>
        <w:tab w:val="clear" w:pos="8760"/>
        <w:tab w:val="center" w:pos="7797"/>
        <w:tab w:val="right" w:pos="15168"/>
      </w:tabs>
      <w:rPr>
        <w:rStyle w:val="Nmerodepgina"/>
        <w:rFonts w:ascii="Times New Roman" w:hAnsi="Times New Roman"/>
        <w:b w:val="0"/>
      </w:rPr>
    </w:pPr>
    <w:r>
      <w:rPr>
        <w:rFonts w:ascii="Times New Roman" w:hAnsi="Times New Roman"/>
        <w:szCs w:val="18"/>
      </w:rPr>
      <w:t>January 201</w:t>
    </w:r>
    <w:r w:rsidR="003F0F90">
      <w:rPr>
        <w:rFonts w:ascii="Times New Roman" w:hAnsi="Times New Roman"/>
        <w:szCs w:val="18"/>
      </w:rPr>
      <w:t>3</w:t>
    </w:r>
    <w:r w:rsidR="00CC30F5" w:rsidRPr="0027551A">
      <w:rPr>
        <w:rFonts w:ascii="Arial" w:hAnsi="Arial"/>
        <w:b w:val="0"/>
      </w:rPr>
      <w:tab/>
    </w:r>
    <w:r w:rsidR="00CC30F5" w:rsidRPr="0027551A">
      <w:rPr>
        <w:rFonts w:ascii="Arial" w:hAnsi="Arial"/>
        <w:b w:val="0"/>
      </w:rPr>
      <w:tab/>
    </w:r>
    <w:r w:rsidR="00CC30F5" w:rsidRPr="0027551A">
      <w:rPr>
        <w:rFonts w:ascii="Times New Roman" w:hAnsi="Times New Roman"/>
        <w:b w:val="0"/>
      </w:rPr>
      <w:t xml:space="preserve">Page </w:t>
    </w:r>
    <w:r w:rsidR="00CC30F5" w:rsidRPr="0027551A">
      <w:rPr>
        <w:rStyle w:val="Nmerodepgina"/>
        <w:rFonts w:ascii="Times New Roman" w:hAnsi="Times New Roman"/>
        <w:b w:val="0"/>
      </w:rPr>
      <w:fldChar w:fldCharType="begin"/>
    </w:r>
    <w:r w:rsidR="00CC30F5" w:rsidRPr="0027551A">
      <w:rPr>
        <w:rStyle w:val="Nmerodepgina"/>
        <w:rFonts w:ascii="Times New Roman" w:hAnsi="Times New Roman"/>
        <w:b w:val="0"/>
      </w:rPr>
      <w:instrText xml:space="preserve"> PAGE </w:instrText>
    </w:r>
    <w:r w:rsidR="00CC30F5" w:rsidRPr="0027551A">
      <w:rPr>
        <w:rStyle w:val="Nmerodepgina"/>
        <w:rFonts w:ascii="Times New Roman" w:hAnsi="Times New Roman"/>
        <w:b w:val="0"/>
      </w:rPr>
      <w:fldChar w:fldCharType="separate"/>
    </w:r>
    <w:r w:rsidR="00FC6D84">
      <w:rPr>
        <w:rStyle w:val="Nmerodepgina"/>
        <w:rFonts w:ascii="Times New Roman" w:hAnsi="Times New Roman"/>
        <w:b w:val="0"/>
        <w:noProof/>
      </w:rPr>
      <w:t>1</w:t>
    </w:r>
    <w:r w:rsidR="00CC30F5" w:rsidRPr="0027551A">
      <w:rPr>
        <w:rStyle w:val="Nmerodepgina"/>
        <w:rFonts w:ascii="Times New Roman" w:hAnsi="Times New Roman"/>
        <w:b w:val="0"/>
      </w:rPr>
      <w:fldChar w:fldCharType="end"/>
    </w:r>
    <w:r w:rsidR="00CC30F5" w:rsidRPr="0027551A">
      <w:rPr>
        <w:rStyle w:val="Nmerodepgina"/>
        <w:rFonts w:ascii="Times New Roman" w:hAnsi="Times New Roman"/>
        <w:b w:val="0"/>
      </w:rPr>
      <w:t xml:space="preserve"> of </w:t>
    </w:r>
    <w:r w:rsidR="00CC30F5" w:rsidRPr="0027551A">
      <w:rPr>
        <w:rStyle w:val="Nmerodepgina"/>
        <w:rFonts w:ascii="Times New Roman" w:hAnsi="Times New Roman"/>
        <w:b w:val="0"/>
      </w:rPr>
      <w:fldChar w:fldCharType="begin"/>
    </w:r>
    <w:r w:rsidR="00CC30F5" w:rsidRPr="0027551A">
      <w:rPr>
        <w:rStyle w:val="Nmerodepgina"/>
        <w:rFonts w:ascii="Times New Roman" w:hAnsi="Times New Roman"/>
        <w:b w:val="0"/>
      </w:rPr>
      <w:instrText xml:space="preserve"> NUMPAGES </w:instrText>
    </w:r>
    <w:r w:rsidR="00CC30F5" w:rsidRPr="0027551A">
      <w:rPr>
        <w:rStyle w:val="Nmerodepgina"/>
        <w:rFonts w:ascii="Times New Roman" w:hAnsi="Times New Roman"/>
        <w:b w:val="0"/>
      </w:rPr>
      <w:fldChar w:fldCharType="separate"/>
    </w:r>
    <w:r w:rsidR="00914167">
      <w:rPr>
        <w:rStyle w:val="Nmerodepgina"/>
        <w:rFonts w:ascii="Times New Roman" w:hAnsi="Times New Roman"/>
        <w:b w:val="0"/>
        <w:noProof/>
      </w:rPr>
      <w:t>2</w:t>
    </w:r>
    <w:r w:rsidR="00CC30F5" w:rsidRPr="0027551A">
      <w:rPr>
        <w:rStyle w:val="Nmerodepgina"/>
        <w:rFonts w:ascii="Times New Roman" w:hAnsi="Times New Roman"/>
        <w:b w:val="0"/>
      </w:rPr>
      <w:fldChar w:fldCharType="end"/>
    </w:r>
  </w:p>
  <w:p w14:paraId="7724A213" w14:textId="77777777" w:rsidR="00CC30F5" w:rsidRPr="0027551A" w:rsidRDefault="00CC30F5">
    <w:pPr>
      <w:pStyle w:val="Peu"/>
      <w:tabs>
        <w:tab w:val="clear" w:pos="4111"/>
        <w:tab w:val="center" w:pos="7797"/>
      </w:tabs>
      <w:rPr>
        <w:rFonts w:ascii="Times New Roman" w:hAnsi="Times New Roman"/>
        <w:b w:val="0"/>
      </w:rPr>
    </w:pPr>
    <w:r w:rsidRPr="0027551A">
      <w:rPr>
        <w:rStyle w:val="Nmerodepgina"/>
        <w:rFonts w:ascii="Times New Roman" w:hAnsi="Times New Roman"/>
        <w:b w:val="0"/>
      </w:rPr>
      <w:fldChar w:fldCharType="begin"/>
    </w:r>
    <w:r w:rsidRPr="0027551A">
      <w:rPr>
        <w:rStyle w:val="Nmerodepgina"/>
        <w:rFonts w:ascii="Times New Roman" w:hAnsi="Times New Roman"/>
        <w:b w:val="0"/>
      </w:rPr>
      <w:instrText xml:space="preserve"> FILENAME </w:instrText>
    </w:r>
    <w:r w:rsidRPr="0027551A">
      <w:rPr>
        <w:rStyle w:val="Nmerodepgina"/>
        <w:rFonts w:ascii="Times New Roman" w:hAnsi="Times New Roman"/>
        <w:b w:val="0"/>
      </w:rPr>
      <w:fldChar w:fldCharType="separate"/>
    </w:r>
    <w:r w:rsidR="00914167">
      <w:rPr>
        <w:rStyle w:val="Nmerodepgina"/>
        <w:rFonts w:ascii="Times New Roman" w:hAnsi="Times New Roman"/>
        <w:b w:val="0"/>
        <w:noProof/>
      </w:rPr>
      <w:t>b4_longlist_en.doc</w:t>
    </w:r>
    <w:r w:rsidRPr="0027551A">
      <w:rPr>
        <w:rStyle w:val="Nmerodepgina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FA9EB" w14:textId="77777777" w:rsidR="002A4C49" w:rsidRPr="0027551A" w:rsidRDefault="002A4C49" w:rsidP="008243C8">
      <w:pPr>
        <w:ind w:left="567"/>
      </w:pPr>
      <w:r w:rsidRPr="0027551A">
        <w:separator/>
      </w:r>
    </w:p>
  </w:footnote>
  <w:footnote w:type="continuationSeparator" w:id="0">
    <w:p w14:paraId="22CE5A7D" w14:textId="77777777" w:rsidR="002A4C49" w:rsidRPr="0027551A" w:rsidRDefault="002A4C49">
      <w:r w:rsidRPr="0027551A">
        <w:continuationSeparator/>
      </w:r>
    </w:p>
  </w:footnote>
  <w:footnote w:id="1">
    <w:p w14:paraId="48B2A823" w14:textId="2D3460BA" w:rsidR="00301AC5" w:rsidRPr="00B41861" w:rsidRDefault="00301AC5" w:rsidP="00744431">
      <w:pPr>
        <w:pStyle w:val="Textdenotaapeudepgina"/>
        <w:spacing w:after="40"/>
      </w:pPr>
      <w:r w:rsidRPr="001E041A">
        <w:rPr>
          <w:rStyle w:val="Refernciadenotaapeudepgina"/>
          <w:rFonts w:ascii="Times New Roman" w:hAnsi="Times New Roman"/>
          <w:sz w:val="20"/>
        </w:rPr>
        <w:footnoteRef/>
      </w:r>
      <w:r w:rsidRPr="00B41861">
        <w:t xml:space="preserve"> Time to be recorded only for</w:t>
      </w:r>
      <w:r>
        <w:t xml:space="preserve"> eSubmission and hand delivered</w:t>
      </w:r>
      <w:r w:rsidRPr="00B41861">
        <w:t xml:space="preserve"> tenders.</w:t>
      </w:r>
    </w:p>
  </w:footnote>
  <w:footnote w:id="2">
    <w:p w14:paraId="08E912EC" w14:textId="77777777" w:rsidR="00301AC5" w:rsidRPr="00B41861" w:rsidRDefault="00301AC5" w:rsidP="00744431">
      <w:pPr>
        <w:pStyle w:val="Textdenotaapeudepgina"/>
        <w:spacing w:after="40"/>
      </w:pPr>
      <w:r w:rsidRPr="00A5262B">
        <w:rPr>
          <w:rStyle w:val="Refernciadenotaapeudepgina"/>
          <w:rFonts w:ascii="Times New Roman" w:hAnsi="Times New Roman"/>
          <w:sz w:val="20"/>
        </w:rPr>
        <w:footnoteRef/>
      </w:r>
      <w:r w:rsidRPr="00B41861">
        <w:t xml:space="preserve"> Enter ‘OK’ if all criteria have been satisfied, otherwise enter ‘a’, ‘b’, ‘c’, etc. to record any criteria which have not been satisfied.</w:t>
      </w:r>
    </w:p>
  </w:footnote>
  <w:footnote w:id="3">
    <w:p w14:paraId="708790CB" w14:textId="77777777" w:rsidR="00301AC5" w:rsidRPr="00B41861" w:rsidRDefault="00301AC5" w:rsidP="00B41861">
      <w:pPr>
        <w:pStyle w:val="Textdenotaapeudepgina"/>
      </w:pPr>
      <w:r w:rsidRPr="00A5262B">
        <w:rPr>
          <w:rStyle w:val="Refernciadenotaapeudepgina"/>
          <w:rFonts w:ascii="Times New Roman" w:hAnsi="Times New Roman"/>
          <w:sz w:val="20"/>
        </w:rPr>
        <w:footnoteRef/>
      </w:r>
      <w:r w:rsidRPr="00B41861">
        <w:t xml:space="preserve"> To be used only in case there are more than 8 candidates which satisfy the selection criteria, when the comparative criteria are applied to reduce the number of candidates to 8.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Ttol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Ttol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Tto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ol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ol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ol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ol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ol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658928501">
    <w:abstractNumId w:val="1"/>
  </w:num>
  <w:num w:numId="2" w16cid:durableId="1202211295">
    <w:abstractNumId w:val="0"/>
  </w:num>
  <w:num w:numId="3" w16cid:durableId="1836994986">
    <w:abstractNumId w:val="0"/>
  </w:num>
  <w:num w:numId="4" w16cid:durableId="150563247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sv-SE" w:vendorID="666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DIS2"/>
  </w:docVars>
  <w:rsids>
    <w:rsidRoot w:val="00612288"/>
    <w:rsid w:val="000109B6"/>
    <w:rsid w:val="00012089"/>
    <w:rsid w:val="00081FF5"/>
    <w:rsid w:val="000A5EFB"/>
    <w:rsid w:val="000B1ED0"/>
    <w:rsid w:val="000C4245"/>
    <w:rsid w:val="000C59E6"/>
    <w:rsid w:val="000F44CE"/>
    <w:rsid w:val="00133117"/>
    <w:rsid w:val="00162C04"/>
    <w:rsid w:val="001C5404"/>
    <w:rsid w:val="001E041A"/>
    <w:rsid w:val="001E2FEC"/>
    <w:rsid w:val="001E4E52"/>
    <w:rsid w:val="001E614A"/>
    <w:rsid w:val="002002BE"/>
    <w:rsid w:val="002205D1"/>
    <w:rsid w:val="0024471A"/>
    <w:rsid w:val="00253BF9"/>
    <w:rsid w:val="00255C4B"/>
    <w:rsid w:val="00263055"/>
    <w:rsid w:val="00264E6F"/>
    <w:rsid w:val="0027551A"/>
    <w:rsid w:val="002A4C49"/>
    <w:rsid w:val="002A5585"/>
    <w:rsid w:val="002B57FD"/>
    <w:rsid w:val="002D6CD4"/>
    <w:rsid w:val="002F4089"/>
    <w:rsid w:val="002F5B5F"/>
    <w:rsid w:val="002F6DB7"/>
    <w:rsid w:val="00301AC5"/>
    <w:rsid w:val="00310E72"/>
    <w:rsid w:val="00343E0E"/>
    <w:rsid w:val="00361058"/>
    <w:rsid w:val="0037137B"/>
    <w:rsid w:val="003A0133"/>
    <w:rsid w:val="003A0E30"/>
    <w:rsid w:val="003E79B7"/>
    <w:rsid w:val="003F0667"/>
    <w:rsid w:val="003F0F90"/>
    <w:rsid w:val="00441532"/>
    <w:rsid w:val="00466F95"/>
    <w:rsid w:val="00471A22"/>
    <w:rsid w:val="00475006"/>
    <w:rsid w:val="00476BDE"/>
    <w:rsid w:val="00485BF5"/>
    <w:rsid w:val="004B1AF0"/>
    <w:rsid w:val="004E61A6"/>
    <w:rsid w:val="0051120B"/>
    <w:rsid w:val="00517A28"/>
    <w:rsid w:val="00542F88"/>
    <w:rsid w:val="00545314"/>
    <w:rsid w:val="00557F5E"/>
    <w:rsid w:val="00560346"/>
    <w:rsid w:val="005627BA"/>
    <w:rsid w:val="00593BF8"/>
    <w:rsid w:val="005B3C52"/>
    <w:rsid w:val="005B57FB"/>
    <w:rsid w:val="00612288"/>
    <w:rsid w:val="00625C68"/>
    <w:rsid w:val="006762B0"/>
    <w:rsid w:val="00686F4A"/>
    <w:rsid w:val="006D6962"/>
    <w:rsid w:val="006E198E"/>
    <w:rsid w:val="006E4C55"/>
    <w:rsid w:val="006F45BC"/>
    <w:rsid w:val="0071296A"/>
    <w:rsid w:val="00744431"/>
    <w:rsid w:val="0075319F"/>
    <w:rsid w:val="0077659D"/>
    <w:rsid w:val="007C0F0A"/>
    <w:rsid w:val="007C40FA"/>
    <w:rsid w:val="007F5092"/>
    <w:rsid w:val="008060AF"/>
    <w:rsid w:val="008243C8"/>
    <w:rsid w:val="008450B7"/>
    <w:rsid w:val="008720C6"/>
    <w:rsid w:val="00874D01"/>
    <w:rsid w:val="00877A60"/>
    <w:rsid w:val="008B3292"/>
    <w:rsid w:val="008C7C01"/>
    <w:rsid w:val="008E5833"/>
    <w:rsid w:val="008E7B71"/>
    <w:rsid w:val="00914167"/>
    <w:rsid w:val="00931E1E"/>
    <w:rsid w:val="009761B5"/>
    <w:rsid w:val="009D5247"/>
    <w:rsid w:val="009F4BA3"/>
    <w:rsid w:val="00A25126"/>
    <w:rsid w:val="00A25C02"/>
    <w:rsid w:val="00A5262B"/>
    <w:rsid w:val="00A7446B"/>
    <w:rsid w:val="00A82D42"/>
    <w:rsid w:val="00A948CF"/>
    <w:rsid w:val="00AB0F7E"/>
    <w:rsid w:val="00AD7E3C"/>
    <w:rsid w:val="00B2605B"/>
    <w:rsid w:val="00B41861"/>
    <w:rsid w:val="00B50BB3"/>
    <w:rsid w:val="00B80B88"/>
    <w:rsid w:val="00B85800"/>
    <w:rsid w:val="00B8609B"/>
    <w:rsid w:val="00BB3B05"/>
    <w:rsid w:val="00BC7B37"/>
    <w:rsid w:val="00C316DF"/>
    <w:rsid w:val="00C64FE0"/>
    <w:rsid w:val="00C866BF"/>
    <w:rsid w:val="00CC105C"/>
    <w:rsid w:val="00CC30F5"/>
    <w:rsid w:val="00D01FCE"/>
    <w:rsid w:val="00D02666"/>
    <w:rsid w:val="00D12B48"/>
    <w:rsid w:val="00D21204"/>
    <w:rsid w:val="00D36FEC"/>
    <w:rsid w:val="00D67FBD"/>
    <w:rsid w:val="00D93914"/>
    <w:rsid w:val="00DB4420"/>
    <w:rsid w:val="00DB7540"/>
    <w:rsid w:val="00DC5385"/>
    <w:rsid w:val="00E1226D"/>
    <w:rsid w:val="00E217F9"/>
    <w:rsid w:val="00E3771B"/>
    <w:rsid w:val="00E56086"/>
    <w:rsid w:val="00E608AA"/>
    <w:rsid w:val="00E63DCA"/>
    <w:rsid w:val="00E76498"/>
    <w:rsid w:val="00EC7D26"/>
    <w:rsid w:val="00ED021E"/>
    <w:rsid w:val="00EE3B87"/>
    <w:rsid w:val="00F02CB1"/>
    <w:rsid w:val="00F63604"/>
    <w:rsid w:val="00F86202"/>
    <w:rsid w:val="00F93E17"/>
    <w:rsid w:val="00FA5AAC"/>
    <w:rsid w:val="00FA646A"/>
    <w:rsid w:val="00FC6D84"/>
    <w:rsid w:val="00FE28F3"/>
    <w:rsid w:val="00FE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3ACB2C"/>
  <w15:chartTrackingRefBased/>
  <w15:docId w15:val="{5A767283-AF6C-4738-8D1B-860EEAA3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3C52"/>
    <w:pPr>
      <w:spacing w:before="240"/>
      <w:ind w:left="1701"/>
      <w:jc w:val="both"/>
    </w:pPr>
    <w:rPr>
      <w:rFonts w:ascii="Optima" w:hAnsi="Optima"/>
      <w:sz w:val="22"/>
    </w:rPr>
  </w:style>
  <w:style w:type="paragraph" w:styleId="Ttol1">
    <w:name w:val="heading 1"/>
    <w:basedOn w:val="Normal"/>
    <w:next w:val="Normal"/>
    <w:autoRedefine/>
    <w:qFormat/>
    <w:rsid w:val="008243C8"/>
    <w:pPr>
      <w:keepNext/>
      <w:keepLines/>
      <w:pageBreakBefore/>
      <w:spacing w:after="240"/>
      <w:ind w:left="0"/>
      <w:jc w:val="center"/>
      <w:outlineLvl w:val="0"/>
    </w:pPr>
    <w:rPr>
      <w:rFonts w:ascii="Times New Roman" w:hAnsi="Times New Roman"/>
      <w:b/>
      <w:caps/>
      <w:sz w:val="28"/>
      <w:szCs w:val="28"/>
    </w:rPr>
  </w:style>
  <w:style w:type="paragraph" w:styleId="Ttol2">
    <w:name w:val="heading 2"/>
    <w:basedOn w:val="Ttol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</w:style>
  <w:style w:type="paragraph" w:styleId="Ttol3">
    <w:name w:val="heading 3"/>
    <w:basedOn w:val="Ttol1"/>
    <w:next w:val="Normal"/>
    <w:qFormat/>
    <w:pPr>
      <w:pageBreakBefore w:val="0"/>
      <w:numPr>
        <w:ilvl w:val="2"/>
        <w:numId w:val="2"/>
      </w:numPr>
      <w:tabs>
        <w:tab w:val="clear" w:pos="2421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Ttol4">
    <w:name w:val="heading 4"/>
    <w:basedOn w:val="Ttol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Ttol5">
    <w:name w:val="heading 5"/>
    <w:basedOn w:val="Ttol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Ttol6">
    <w:name w:val="heading 6"/>
    <w:basedOn w:val="Ttol5"/>
    <w:next w:val="Sagnianormal"/>
    <w:qFormat/>
    <w:pPr>
      <w:numPr>
        <w:ilvl w:val="5"/>
      </w:numPr>
      <w:outlineLvl w:val="5"/>
    </w:pPr>
  </w:style>
  <w:style w:type="paragraph" w:styleId="Ttol7">
    <w:name w:val="heading 7"/>
    <w:basedOn w:val="Ttol6"/>
    <w:next w:val="Sagnianormal"/>
    <w:qFormat/>
    <w:pPr>
      <w:numPr>
        <w:ilvl w:val="6"/>
      </w:numPr>
      <w:outlineLvl w:val="6"/>
    </w:pPr>
  </w:style>
  <w:style w:type="paragraph" w:styleId="Ttol8">
    <w:name w:val="heading 8"/>
    <w:basedOn w:val="Ttol7"/>
    <w:next w:val="Sagnianormal"/>
    <w:qFormat/>
    <w:pPr>
      <w:numPr>
        <w:ilvl w:val="7"/>
      </w:numPr>
      <w:outlineLvl w:val="7"/>
    </w:pPr>
  </w:style>
  <w:style w:type="paragraph" w:styleId="Ttol9">
    <w:name w:val="heading 9"/>
    <w:basedOn w:val="Ttol8"/>
    <w:next w:val="Sagnianormal"/>
    <w:qFormat/>
    <w:pPr>
      <w:numPr>
        <w:ilvl w:val="8"/>
      </w:numPr>
      <w:outlineLvl w:val="8"/>
    </w:p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Sagnianormal">
    <w:name w:val="Normal Indent"/>
    <w:basedOn w:val="Normal"/>
  </w:style>
  <w:style w:type="paragraph" w:styleId="IDC4">
    <w:name w:val="toc 4"/>
    <w:basedOn w:val="ID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IDC1">
    <w:name w:val="toc 1"/>
    <w:basedOn w:val="Normal"/>
    <w:next w:val="Normal"/>
    <w:autoRedefine/>
    <w:semiHidden/>
    <w:pPr>
      <w:spacing w:before="120" w:after="120"/>
      <w:ind w:left="0"/>
      <w:jc w:val="left"/>
    </w:pPr>
    <w:rPr>
      <w:rFonts w:ascii="Times New Roman" w:hAnsi="Times New Roman"/>
      <w:b/>
      <w:caps/>
      <w:sz w:val="20"/>
    </w:rPr>
  </w:style>
  <w:style w:type="paragraph" w:styleId="IDC3">
    <w:name w:val="toc 3"/>
    <w:basedOn w:val="IDC1"/>
    <w:next w:val="Normal"/>
    <w:autoRedefine/>
    <w:semiHidden/>
    <w:pPr>
      <w:tabs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IDC2">
    <w:name w:val="toc 2"/>
    <w:basedOn w:val="ID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ndex7">
    <w:name w:val="index 7"/>
    <w:basedOn w:val="Normal"/>
    <w:next w:val="Normal"/>
    <w:semiHidden/>
    <w:pPr>
      <w:ind w:left="1698"/>
    </w:pPr>
  </w:style>
  <w:style w:type="paragraph" w:styleId="ndex6">
    <w:name w:val="index 6"/>
    <w:basedOn w:val="Normal"/>
    <w:next w:val="Normal"/>
    <w:semiHidden/>
    <w:pPr>
      <w:ind w:left="1415"/>
    </w:pPr>
  </w:style>
  <w:style w:type="paragraph" w:styleId="ndex5">
    <w:name w:val="index 5"/>
    <w:basedOn w:val="Normal"/>
    <w:next w:val="Normal"/>
    <w:semiHidden/>
    <w:pPr>
      <w:ind w:left="1132"/>
    </w:pPr>
  </w:style>
  <w:style w:type="paragraph" w:styleId="ndex4">
    <w:name w:val="index 4"/>
    <w:basedOn w:val="Normal"/>
    <w:next w:val="Normal"/>
    <w:semiHidden/>
    <w:pPr>
      <w:ind w:left="849"/>
    </w:pPr>
  </w:style>
  <w:style w:type="paragraph" w:styleId="ndex3">
    <w:name w:val="index 3"/>
    <w:basedOn w:val="Normal"/>
    <w:next w:val="Normal"/>
    <w:semiHidden/>
    <w:pPr>
      <w:ind w:left="566"/>
    </w:pPr>
  </w:style>
  <w:style w:type="paragraph" w:styleId="ndex2">
    <w:name w:val="index 2"/>
    <w:basedOn w:val="Normal"/>
    <w:next w:val="Normal"/>
    <w:semiHidden/>
    <w:pPr>
      <w:ind w:left="283"/>
    </w:pPr>
  </w:style>
  <w:style w:type="paragraph" w:styleId="ndex1">
    <w:name w:val="index 1"/>
    <w:basedOn w:val="Normal"/>
    <w:next w:val="Normal"/>
    <w:semiHidden/>
    <w:pPr>
      <w:ind w:left="0"/>
    </w:pPr>
  </w:style>
  <w:style w:type="character" w:styleId="Nmerodelnia">
    <w:name w:val="line number"/>
    <w:basedOn w:val="Lletraperdefectedelpargraf"/>
  </w:style>
  <w:style w:type="paragraph" w:styleId="Ttoldndex">
    <w:name w:val="index heading"/>
    <w:basedOn w:val="Normal"/>
    <w:next w:val="ndex1"/>
    <w:semiHidden/>
  </w:style>
  <w:style w:type="paragraph" w:styleId="Peu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ind w:left="0"/>
      <w:jc w:val="left"/>
    </w:pPr>
    <w:rPr>
      <w:b/>
      <w:sz w:val="18"/>
    </w:rPr>
  </w:style>
  <w:style w:type="paragraph" w:styleId="Capalera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ind w:left="0"/>
      <w:jc w:val="left"/>
    </w:pPr>
    <w:rPr>
      <w:b/>
      <w:sz w:val="32"/>
    </w:rPr>
  </w:style>
  <w:style w:type="character" w:styleId="Refernciadenotaapeudepgina">
    <w:name w:val="footnote reference"/>
    <w:semiHidden/>
    <w:rPr>
      <w:rFonts w:ascii="Arial" w:hAnsi="Arial"/>
      <w:position w:val="6"/>
      <w:sz w:val="16"/>
    </w:rPr>
  </w:style>
  <w:style w:type="paragraph" w:styleId="Textdenotaapeudepgina">
    <w:name w:val="footnote text"/>
    <w:basedOn w:val="Normal"/>
    <w:next w:val="Normal"/>
    <w:autoRedefine/>
    <w:semiHidden/>
    <w:rsid w:val="000109B6"/>
    <w:pPr>
      <w:spacing w:before="0" w:after="60"/>
      <w:ind w:left="851" w:hanging="284"/>
    </w:pPr>
    <w:rPr>
      <w:rFonts w:ascii="Times New Roman" w:hAnsi="Times New Roman"/>
      <w:sz w:val="20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ind w:left="0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ind w:left="0"/>
      <w:jc w:val="center"/>
    </w:pPr>
    <w:rPr>
      <w:caps/>
    </w:rPr>
  </w:style>
  <w:style w:type="paragraph" w:customStyle="1" w:styleId="toctitle">
    <w:name w:val="toc title"/>
    <w:basedOn w:val="Ttol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ind w:left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ind w:left="2268" w:hanging="567"/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ind w:left="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ind w:left="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ind w:left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ID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ID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ID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ID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ID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Ttol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Nmerodepgina">
    <w:name w:val="page number"/>
    <w:basedOn w:val="Lletraperdefectedelpargraf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ind w:left="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  <w:ind w:left="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Ttol1"/>
    <w:next w:val="Text1"/>
    <w:pPr>
      <w:keepNext w:val="0"/>
      <w:keepLines w:val="0"/>
      <w:pageBreakBefore w:val="0"/>
      <w:spacing w:before="0"/>
      <w:ind w:left="483" w:hanging="483"/>
      <w:jc w:val="both"/>
      <w:outlineLvl w:val="9"/>
    </w:pPr>
    <w:rPr>
      <w:b w:val="0"/>
      <w:caps w:val="0"/>
      <w:kern w:val="28"/>
      <w:sz w:val="24"/>
    </w:rPr>
  </w:style>
  <w:style w:type="paragraph" w:customStyle="1" w:styleId="NumPar2">
    <w:name w:val="NumPar 2"/>
    <w:basedOn w:val="Ttol2"/>
    <w:next w:val="Text2"/>
    <w:pPr>
      <w:keepNext w:val="0"/>
      <w:keepLines w:val="0"/>
      <w:numPr>
        <w:numId w:val="1"/>
      </w:numPr>
      <w:spacing w:before="0" w:after="240"/>
      <w:ind w:left="1202"/>
      <w:jc w:val="both"/>
      <w:outlineLvl w:val="9"/>
    </w:pPr>
    <w:rPr>
      <w:b w:val="0"/>
      <w:caps w:val="0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ndex8">
    <w:name w:val="index 8"/>
    <w:basedOn w:val="Normal"/>
    <w:next w:val="Normal"/>
    <w:autoRedefine/>
    <w:semiHidden/>
    <w:pPr>
      <w:ind w:left="1760" w:hanging="220"/>
    </w:pPr>
  </w:style>
  <w:style w:type="paragraph" w:styleId="ndex9">
    <w:name w:val="index 9"/>
    <w:basedOn w:val="Normal"/>
    <w:next w:val="Normal"/>
    <w:autoRedefine/>
    <w:semiHidden/>
    <w:pPr>
      <w:ind w:left="1980" w:hanging="220"/>
    </w:pPr>
  </w:style>
  <w:style w:type="character" w:styleId="Enlla">
    <w:name w:val="Hyperlink"/>
    <w:rPr>
      <w:color w:val="0000FF"/>
      <w:u w:val="single"/>
    </w:rPr>
  </w:style>
  <w:style w:type="paragraph" w:styleId="Textdeglobus">
    <w:name w:val="Balloon Text"/>
    <w:basedOn w:val="Normal"/>
    <w:semiHidden/>
    <w:rsid w:val="006762B0"/>
    <w:rPr>
      <w:rFonts w:ascii="Tahoma" w:hAnsi="Tahoma" w:cs="Tahoma"/>
      <w:sz w:val="16"/>
      <w:szCs w:val="16"/>
    </w:rPr>
  </w:style>
  <w:style w:type="paragraph" w:styleId="Textdecomentari">
    <w:name w:val="annotation text"/>
    <w:basedOn w:val="Normal"/>
    <w:link w:val="TextdecomentariCar"/>
    <w:unhideWhenUsed/>
    <w:rsid w:val="005B3C52"/>
    <w:pPr>
      <w:spacing w:before="0"/>
      <w:ind w:left="0"/>
      <w:jc w:val="left"/>
    </w:pPr>
    <w:rPr>
      <w:rFonts w:ascii="Times New Roman" w:hAnsi="Times New Roman"/>
      <w:sz w:val="20"/>
      <w:lang w:val="fr-FR"/>
    </w:rPr>
  </w:style>
  <w:style w:type="character" w:customStyle="1" w:styleId="TextdecomentariCar">
    <w:name w:val="Text de comentari Car"/>
    <w:basedOn w:val="Lletraperdefectedelpargraf"/>
    <w:link w:val="Textdecomentari"/>
    <w:rsid w:val="005B3C52"/>
    <w:rPr>
      <w:rFonts w:ascii="Times New Roman" w:hAnsi="Times New Roman"/>
      <w:lang w:val="fr-FR"/>
    </w:rPr>
  </w:style>
  <w:style w:type="character" w:styleId="Refernciadecomentari">
    <w:name w:val="annotation reference"/>
    <w:unhideWhenUsed/>
    <w:rsid w:val="005B3C52"/>
    <w:rPr>
      <w:sz w:val="16"/>
      <w:szCs w:val="16"/>
    </w:rPr>
  </w:style>
  <w:style w:type="paragraph" w:styleId="Temadelcomentari">
    <w:name w:val="annotation subject"/>
    <w:basedOn w:val="Textdecomentari"/>
    <w:next w:val="Textdecomentari"/>
    <w:link w:val="TemadelcomentariCar"/>
    <w:rsid w:val="00557F5E"/>
    <w:pPr>
      <w:spacing w:before="240"/>
      <w:ind w:left="1701"/>
      <w:jc w:val="both"/>
    </w:pPr>
    <w:rPr>
      <w:rFonts w:ascii="Optima" w:hAnsi="Optima"/>
      <w:b/>
      <w:bCs/>
      <w:lang w:val="en-GB"/>
    </w:rPr>
  </w:style>
  <w:style w:type="character" w:customStyle="1" w:styleId="TemadelcomentariCar">
    <w:name w:val="Tema del comentari Car"/>
    <w:basedOn w:val="TextdecomentariCar"/>
    <w:link w:val="Temadelcomentari"/>
    <w:rsid w:val="00557F5E"/>
    <w:rPr>
      <w:rFonts w:ascii="Optima" w:hAnsi="Optima"/>
      <w:b/>
      <w:bCs/>
      <w:lang w:val="fr-FR"/>
    </w:rPr>
  </w:style>
  <w:style w:type="paragraph" w:styleId="Revisi">
    <w:name w:val="Revision"/>
    <w:hidden/>
    <w:uiPriority w:val="99"/>
    <w:semiHidden/>
    <w:rsid w:val="002D6CD4"/>
    <w:rPr>
      <w:rFonts w:ascii="Optima" w:hAnsi="Opti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98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2EBA8-0DA0-4FE7-97D9-94E9030F03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DCA74E-5230-4A9B-8272-1AE9AC1B8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21FAD5-380D-43B2-B931-0AE0C99EA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2CE82D-6154-4068-A269-183DB0B93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2</TotalTime>
  <Pages>2</Pages>
  <Words>98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bourkma</dc:creator>
  <cp:keywords/>
  <cp:lastModifiedBy>Albert Sorrosal</cp:lastModifiedBy>
  <cp:revision>5</cp:revision>
  <cp:lastPrinted>2015-05-22T13:43:00Z</cp:lastPrinted>
  <dcterms:created xsi:type="dcterms:W3CDTF">2024-07-18T16:23:00Z</dcterms:created>
  <dcterms:modified xsi:type="dcterms:W3CDTF">2024-07-25T08:09:00Z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742560302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